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7B15D6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B15D6">
              <w:rPr>
                <w:b/>
                <w:sz w:val="26"/>
                <w:szCs w:val="26"/>
                <w:lang w:val="en-US"/>
              </w:rPr>
              <w:t>203B_228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7B15D6" w:rsidRDefault="007B15D6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7B15D6">
              <w:rPr>
                <w:b/>
                <w:sz w:val="26"/>
                <w:szCs w:val="26"/>
                <w:lang w:val="en-US"/>
              </w:rPr>
              <w:t>2007439</w:t>
            </w:r>
            <w:r w:rsidR="00C50CDB" w:rsidRPr="007B15D6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0"/>
          </w:p>
        </w:tc>
      </w:tr>
    </w:tbl>
    <w:tbl>
      <w:tblPr>
        <w:tblW w:w="5685" w:type="dxa"/>
        <w:tblInd w:w="93" w:type="dxa"/>
        <w:tblLook w:val="04A0"/>
      </w:tblPr>
      <w:tblGrid>
        <w:gridCol w:w="2140"/>
        <w:gridCol w:w="3545"/>
      </w:tblGrid>
      <w:tr w:rsidR="003A7A4D" w:rsidRPr="002C0290" w:rsidTr="00623D73">
        <w:trPr>
          <w:trHeight w:val="36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A4D" w:rsidRPr="002C0290" w:rsidRDefault="003A7A4D" w:rsidP="00623D7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D" w:rsidRPr="002C0290" w:rsidRDefault="003A7A4D" w:rsidP="00623D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C0290">
              <w:rPr>
                <w:b/>
                <w:bCs/>
                <w:color w:val="000000"/>
                <w:sz w:val="26"/>
                <w:szCs w:val="26"/>
              </w:rPr>
              <w:t>“УТВЕРЖДАЮ”</w:t>
            </w:r>
          </w:p>
        </w:tc>
      </w:tr>
      <w:tr w:rsidR="003A7A4D" w:rsidRPr="002C0290" w:rsidTr="00623D73">
        <w:trPr>
          <w:trHeight w:val="36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D" w:rsidRPr="002C0290" w:rsidRDefault="003A7A4D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3A7A4D" w:rsidRPr="002C0290" w:rsidTr="00623D73">
        <w:trPr>
          <w:trHeight w:val="345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D" w:rsidRPr="002C0290" w:rsidRDefault="003A7A4D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3A7A4D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D" w:rsidRPr="002C0290" w:rsidRDefault="003A7A4D" w:rsidP="00623D73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ПАО «МРСК Центра» «</w:t>
            </w:r>
            <w:proofErr w:type="spellStart"/>
            <w:r>
              <w:rPr>
                <w:color w:val="000000"/>
                <w:sz w:val="26"/>
                <w:szCs w:val="26"/>
              </w:rPr>
              <w:t>Воронежэнерго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3A7A4D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D" w:rsidRPr="002C0290" w:rsidRDefault="003A7A4D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__________________ /</w:t>
            </w:r>
            <w:r>
              <w:rPr>
                <w:color w:val="000000"/>
                <w:sz w:val="26"/>
                <w:szCs w:val="26"/>
              </w:rPr>
              <w:t>Антонов В.А.</w:t>
            </w:r>
          </w:p>
        </w:tc>
      </w:tr>
      <w:tr w:rsidR="003A7A4D" w:rsidRPr="002C0290" w:rsidTr="00623D73">
        <w:trPr>
          <w:trHeight w:val="33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A4D" w:rsidRPr="002C0290" w:rsidRDefault="003A7A4D" w:rsidP="00623D73">
            <w:pPr>
              <w:jc w:val="center"/>
              <w:rPr>
                <w:color w:val="000000"/>
                <w:sz w:val="26"/>
                <w:szCs w:val="26"/>
              </w:rPr>
            </w:pPr>
            <w:r w:rsidRPr="002C0290">
              <w:rPr>
                <w:color w:val="000000"/>
                <w:sz w:val="26"/>
                <w:szCs w:val="26"/>
              </w:rPr>
              <w:t>“____” _________________ 20____ г</w:t>
            </w:r>
          </w:p>
        </w:tc>
      </w:tr>
    </w:tbl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</w:p>
    <w:p w:rsidR="00C50CDB" w:rsidRPr="00CB6078" w:rsidRDefault="00C50CDB" w:rsidP="003A7A4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A6739">
        <w:rPr>
          <w:b/>
          <w:sz w:val="26"/>
          <w:szCs w:val="26"/>
        </w:rPr>
        <w:t>(</w:t>
      </w:r>
      <w:r w:rsidR="00C83317" w:rsidRPr="00C831B6">
        <w:rPr>
          <w:b/>
          <w:sz w:val="26"/>
          <w:szCs w:val="26"/>
        </w:rPr>
        <w:t>Гайка М12 оцинкованная</w:t>
      </w:r>
      <w:r w:rsidR="009A6739">
        <w:rPr>
          <w:b/>
          <w:sz w:val="26"/>
          <w:szCs w:val="26"/>
        </w:rPr>
        <w:t>)</w:t>
      </w:r>
      <w:r w:rsidR="00C831B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A6739" w:rsidRDefault="009A6739" w:rsidP="009A6739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9A6739" w:rsidRDefault="009A6739" w:rsidP="009A673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3A7A4D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9A6739" w:rsidRDefault="009A6739" w:rsidP="009A673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9A6739" w:rsidRDefault="009A6739" w:rsidP="009A673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A6739" w:rsidRDefault="009A6739" w:rsidP="009A673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A6739" w:rsidRDefault="009A6739" w:rsidP="009A673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A6739" w:rsidRDefault="009A6739" w:rsidP="009A673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A6739" w:rsidRDefault="009A6739" w:rsidP="009A673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A6739" w:rsidRDefault="009A6739" w:rsidP="009A6739">
      <w:pPr>
        <w:spacing w:line="276" w:lineRule="auto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A6739" w:rsidRDefault="009A6739" w:rsidP="009A673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A6739" w:rsidRDefault="009A6739" w:rsidP="009A673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3A7A4D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9A6739" w:rsidRDefault="009A6739" w:rsidP="009A673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A6739" w:rsidRDefault="009A6739" w:rsidP="009A6739">
      <w:pPr>
        <w:rPr>
          <w:sz w:val="26"/>
          <w:szCs w:val="26"/>
        </w:rPr>
      </w:pPr>
    </w:p>
    <w:p w:rsidR="003A7A4D" w:rsidRDefault="003A7A4D" w:rsidP="009A6739">
      <w:pPr>
        <w:rPr>
          <w:sz w:val="26"/>
          <w:szCs w:val="26"/>
        </w:rPr>
      </w:pPr>
    </w:p>
    <w:p w:rsidR="003A7A4D" w:rsidRDefault="003A7A4D" w:rsidP="009A6739">
      <w:pPr>
        <w:rPr>
          <w:sz w:val="26"/>
          <w:szCs w:val="26"/>
        </w:rPr>
      </w:pPr>
    </w:p>
    <w:p w:rsidR="003A7A4D" w:rsidRDefault="003A7A4D" w:rsidP="009A6739">
      <w:pPr>
        <w:rPr>
          <w:sz w:val="26"/>
          <w:szCs w:val="26"/>
        </w:rPr>
      </w:pPr>
    </w:p>
    <w:p w:rsidR="003A7A4D" w:rsidRDefault="003A7A4D" w:rsidP="009A6739">
      <w:pPr>
        <w:rPr>
          <w:sz w:val="26"/>
          <w:szCs w:val="26"/>
        </w:rPr>
      </w:pPr>
    </w:p>
    <w:p w:rsidR="003A7A4D" w:rsidRDefault="003A7A4D" w:rsidP="009A6739">
      <w:pPr>
        <w:rPr>
          <w:sz w:val="26"/>
          <w:szCs w:val="26"/>
        </w:rPr>
      </w:pPr>
    </w:p>
    <w:p w:rsidR="003A7A4D" w:rsidRPr="007C78FC" w:rsidRDefault="003A7A4D" w:rsidP="003A7A4D">
      <w:pPr>
        <w:spacing w:after="240"/>
        <w:ind w:firstLine="0"/>
        <w:rPr>
          <w:b/>
          <w:sz w:val="26"/>
          <w:szCs w:val="26"/>
        </w:rPr>
      </w:pPr>
      <w:bookmarkStart w:id="1" w:name="_GoBack"/>
      <w:bookmarkEnd w:id="1"/>
      <w:r w:rsidRPr="007C78FC">
        <w:rPr>
          <w:b/>
          <w:sz w:val="26"/>
          <w:szCs w:val="26"/>
        </w:rPr>
        <w:t xml:space="preserve">Начальник УРС                                                                                     </w:t>
      </w:r>
      <w:r>
        <w:rPr>
          <w:b/>
          <w:sz w:val="26"/>
          <w:szCs w:val="26"/>
        </w:rPr>
        <w:t>Синельников С.Ю.</w:t>
      </w:r>
    </w:p>
    <w:p w:rsidR="008F73A3" w:rsidRPr="00697DC5" w:rsidRDefault="008F73A3" w:rsidP="009A673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86F" w:rsidRDefault="002E186F">
      <w:r>
        <w:separator/>
      </w:r>
    </w:p>
  </w:endnote>
  <w:endnote w:type="continuationSeparator" w:id="0">
    <w:p w:rsidR="002E186F" w:rsidRDefault="002E1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86F" w:rsidRDefault="002E186F">
      <w:r>
        <w:separator/>
      </w:r>
    </w:p>
  </w:footnote>
  <w:footnote w:type="continuationSeparator" w:id="0">
    <w:p w:rsidR="002E186F" w:rsidRDefault="002E1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F012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331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094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573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6F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4D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53"/>
    <w:rsid w:val="00531F05"/>
    <w:rsid w:val="00532490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5D6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2240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6739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31B6"/>
    <w:rsid w:val="00C83317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1CAF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400F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8787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22A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0A5F7-E1DD-4517-8DD8-625FBB8FBB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67F7C7C-A919-44ED-B1C3-62637D09A3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161614-478A-4CEC-BCF1-3AD00CCF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54F465-8C55-4D5D-9D71-3A99F722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4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Aleksandrova.DA</cp:lastModifiedBy>
  <cp:revision>3</cp:revision>
  <cp:lastPrinted>2010-09-30T13:29:00Z</cp:lastPrinted>
  <dcterms:created xsi:type="dcterms:W3CDTF">2016-09-28T10:42:00Z</dcterms:created>
  <dcterms:modified xsi:type="dcterms:W3CDTF">2016-09-28T11:43:00Z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